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A2B19" w14:textId="77777777" w:rsidR="00F059B5" w:rsidRPr="00E6597D" w:rsidRDefault="00F059B5" w:rsidP="00F059B5">
      <w:pPr>
        <w:jc w:val="center"/>
        <w:rPr>
          <w:rFonts w:cs="Arial"/>
          <w:b/>
          <w:sz w:val="20"/>
          <w:szCs w:val="20"/>
        </w:rPr>
      </w:pPr>
      <w:r w:rsidRPr="00E6597D">
        <w:rPr>
          <w:rFonts w:cs="Arial"/>
          <w:b/>
          <w:sz w:val="20"/>
          <w:szCs w:val="20"/>
        </w:rPr>
        <w:t>Příloha č. 1 - Krycí list nabídky</w:t>
      </w:r>
    </w:p>
    <w:p w14:paraId="35642138" w14:textId="77777777" w:rsidR="00F059B5" w:rsidRPr="00E6597D" w:rsidRDefault="00F059B5" w:rsidP="00F059B5">
      <w:pPr>
        <w:rPr>
          <w:rFonts w:cs="Arial"/>
          <w:sz w:val="20"/>
          <w:szCs w:val="20"/>
        </w:rPr>
      </w:pP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  <w:gridCol w:w="5948"/>
      </w:tblGrid>
      <w:tr w:rsidR="00F059B5" w:rsidRPr="00E6597D" w14:paraId="2193D9D7" w14:textId="77777777" w:rsidTr="0093641C">
        <w:trPr>
          <w:trHeight w:val="5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3197" w14:textId="77777777" w:rsidR="00F059B5" w:rsidRPr="00E6597D" w:rsidRDefault="00F059B5" w:rsidP="0093641C">
            <w:pPr>
              <w:rPr>
                <w:rFonts w:cs="Arial"/>
                <w:b/>
                <w:sz w:val="20"/>
                <w:szCs w:val="20"/>
              </w:rPr>
            </w:pPr>
          </w:p>
          <w:p w14:paraId="0E8A5C4E" w14:textId="77777777" w:rsidR="00F059B5" w:rsidRPr="00E6597D" w:rsidRDefault="00F059B5" w:rsidP="0093641C">
            <w:pPr>
              <w:rPr>
                <w:rFonts w:cs="Arial"/>
                <w:b/>
                <w:sz w:val="20"/>
                <w:szCs w:val="20"/>
              </w:rPr>
            </w:pPr>
            <w:r w:rsidRPr="00E6597D">
              <w:rPr>
                <w:rFonts w:cs="Arial"/>
                <w:b/>
                <w:sz w:val="20"/>
                <w:szCs w:val="20"/>
              </w:rPr>
              <w:t>Název veřejné zakázky</w:t>
            </w:r>
          </w:p>
          <w:p w14:paraId="6D03C5C5" w14:textId="77777777" w:rsidR="00F059B5" w:rsidRPr="00E6597D" w:rsidRDefault="00F059B5" w:rsidP="0093641C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C5FF" w14:textId="77777777" w:rsidR="00E830D5" w:rsidRDefault="00E830D5" w:rsidP="00E830D5">
            <w:pPr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  <w:p w14:paraId="7B63ABBB" w14:textId="131C03BB" w:rsidR="00E830D5" w:rsidRPr="00E830D5" w:rsidRDefault="00E830D5" w:rsidP="00E830D5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E830D5">
              <w:rPr>
                <w:rFonts w:cs="Arial"/>
                <w:b/>
                <w:iCs/>
                <w:sz w:val="20"/>
                <w:szCs w:val="20"/>
              </w:rPr>
              <w:t>Rámcová dohoda na dodávky endoskopického vybavení</w:t>
            </w:r>
          </w:p>
          <w:p w14:paraId="44C70190" w14:textId="6F1B0A36" w:rsidR="00F059B5" w:rsidRPr="00CD0C7A" w:rsidRDefault="00F059B5" w:rsidP="0093641C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12DCEC11" w14:textId="77777777" w:rsidTr="0093641C">
        <w:trPr>
          <w:trHeight w:val="284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018CF7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Identifikace zadavatele</w:t>
            </w:r>
          </w:p>
        </w:tc>
      </w:tr>
      <w:tr w:rsidR="00F059B5" w:rsidRPr="00E6597D" w14:paraId="662CE5C5" w14:textId="77777777" w:rsidTr="0093641C">
        <w:trPr>
          <w:trHeight w:val="39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131B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BED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Krajská zdravotní, a.s.</w:t>
            </w:r>
          </w:p>
        </w:tc>
      </w:tr>
      <w:tr w:rsidR="00F059B5" w:rsidRPr="00E6597D" w14:paraId="40156054" w14:textId="77777777" w:rsidTr="0093641C">
        <w:trPr>
          <w:trHeight w:val="10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AD53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458A" w14:textId="77777777" w:rsidR="00F059B5" w:rsidRPr="00E6597D" w:rsidRDefault="00F059B5" w:rsidP="0093641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 xml:space="preserve">Sociální péče 3316/12A, 401 </w:t>
            </w:r>
            <w:proofErr w:type="gramStart"/>
            <w:r w:rsidRPr="00E6597D">
              <w:rPr>
                <w:rFonts w:cs="Arial"/>
                <w:sz w:val="20"/>
                <w:szCs w:val="20"/>
              </w:rPr>
              <w:t>13  Ústí</w:t>
            </w:r>
            <w:proofErr w:type="gramEnd"/>
            <w:r w:rsidRPr="00E6597D">
              <w:rPr>
                <w:rFonts w:cs="Arial"/>
                <w:sz w:val="20"/>
                <w:szCs w:val="20"/>
              </w:rPr>
              <w:t xml:space="preserve"> nad Labem, společnost zapsaná v obchodním rejstříku vedeném Krajským soudem v Ústí nad Labem pod spisovou značkou B 1550</w:t>
            </w:r>
          </w:p>
        </w:tc>
      </w:tr>
      <w:tr w:rsidR="00F059B5" w:rsidRPr="00E6597D" w14:paraId="7BB1B362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3BE7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FD37F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25488627/CZ25488627</w:t>
            </w:r>
          </w:p>
        </w:tc>
      </w:tr>
      <w:tr w:rsidR="00F059B5" w:rsidRPr="00E6597D" w14:paraId="4AB8D516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BA75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Osoba oprávněná jednat za zadavatele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A939" w14:textId="18E928D9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bCs/>
                <w:sz w:val="20"/>
                <w:szCs w:val="20"/>
              </w:rPr>
              <w:t xml:space="preserve">MUDr. </w:t>
            </w:r>
            <w:r w:rsidR="001B732C">
              <w:rPr>
                <w:rFonts w:cs="Arial"/>
                <w:bCs/>
                <w:sz w:val="20"/>
                <w:szCs w:val="20"/>
              </w:rPr>
              <w:t>Tomáš Hrubý</w:t>
            </w:r>
            <w:r w:rsidRPr="00E6597D">
              <w:rPr>
                <w:rFonts w:cs="Arial"/>
                <w:bCs/>
                <w:sz w:val="20"/>
                <w:szCs w:val="20"/>
              </w:rPr>
              <w:t xml:space="preserve">, </w:t>
            </w:r>
            <w:r w:rsidR="001B732C">
              <w:rPr>
                <w:rFonts w:cs="Arial"/>
                <w:bCs/>
                <w:sz w:val="20"/>
                <w:szCs w:val="20"/>
              </w:rPr>
              <w:t>generální ředitel</w:t>
            </w:r>
          </w:p>
        </w:tc>
      </w:tr>
      <w:tr w:rsidR="00F059B5" w:rsidRPr="00E6597D" w14:paraId="5F86DAF5" w14:textId="77777777" w:rsidTr="0093641C">
        <w:trPr>
          <w:trHeight w:val="284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FD37D9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Identifikace účastníka</w:t>
            </w:r>
          </w:p>
        </w:tc>
      </w:tr>
      <w:tr w:rsidR="00F059B5" w:rsidRPr="00E6597D" w14:paraId="551D9B34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CA8F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Název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BCD3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03DDE27E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0EB4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F00C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45C6A3ED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69EF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Kategorie účetní jednotky (dle Zákona o účetnictví 563/1991 Sb.)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37F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  <w:highlight w:val="yellow"/>
              </w:rPr>
              <w:t>mikro/malá/střední/velká</w:t>
            </w:r>
          </w:p>
        </w:tc>
      </w:tr>
      <w:tr w:rsidR="00F059B5" w:rsidRPr="00E6597D" w14:paraId="139CCCD6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8BB8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IČO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FCC4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753F41E7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AFB39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DIČ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6625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3594F753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238E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Osoba oprávněná jednat za účastníka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CA7D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104C600E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03CB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Kontaktní osoba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5805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  <w:tr w:rsidR="00F059B5" w:rsidRPr="00E6597D" w14:paraId="5F97EDA6" w14:textId="77777777" w:rsidTr="0093641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C151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  <w:r w:rsidRPr="00E6597D">
              <w:rPr>
                <w:rFonts w:cs="Arial"/>
                <w:sz w:val="20"/>
                <w:szCs w:val="20"/>
              </w:rPr>
              <w:t>telefon, e-mail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1E29" w14:textId="77777777" w:rsidR="00F059B5" w:rsidRPr="00E6597D" w:rsidRDefault="00F059B5" w:rsidP="0093641C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284E2BA" w14:textId="77777777" w:rsidR="00F059B5" w:rsidRPr="00E6597D" w:rsidRDefault="00F059B5" w:rsidP="00F059B5">
      <w:pPr>
        <w:spacing w:before="240"/>
        <w:jc w:val="both"/>
        <w:rPr>
          <w:rFonts w:cs="Arial"/>
          <w:sz w:val="20"/>
          <w:szCs w:val="20"/>
        </w:rPr>
      </w:pPr>
    </w:p>
    <w:p w14:paraId="1EFAE937" w14:textId="77777777" w:rsidR="00F059B5" w:rsidRPr="00E6597D" w:rsidRDefault="00F059B5" w:rsidP="00F059B5">
      <w:pPr>
        <w:spacing w:before="240"/>
        <w:jc w:val="both"/>
        <w:rPr>
          <w:rFonts w:cs="Arial"/>
          <w:sz w:val="20"/>
          <w:szCs w:val="20"/>
        </w:rPr>
      </w:pPr>
      <w:r w:rsidRPr="00E6597D">
        <w:rPr>
          <w:rFonts w:cs="Arial"/>
          <w:sz w:val="20"/>
          <w:szCs w:val="20"/>
        </w:rPr>
        <w:t xml:space="preserve">V </w:t>
      </w:r>
      <w:r w:rsidRPr="00E6597D">
        <w:rPr>
          <w:rFonts w:cs="Arial"/>
          <w:sz w:val="20"/>
          <w:szCs w:val="20"/>
          <w:highlight w:val="yellow"/>
        </w:rPr>
        <w:t>_______________</w:t>
      </w:r>
      <w:r w:rsidRPr="00E6597D">
        <w:rPr>
          <w:rFonts w:cs="Arial"/>
          <w:sz w:val="20"/>
          <w:szCs w:val="20"/>
        </w:rPr>
        <w:tab/>
      </w:r>
      <w:r w:rsidRPr="00E6597D">
        <w:rPr>
          <w:rFonts w:cs="Arial"/>
          <w:sz w:val="20"/>
          <w:szCs w:val="20"/>
        </w:rPr>
        <w:tab/>
        <w:t xml:space="preserve">dne </w:t>
      </w:r>
      <w:r w:rsidRPr="00E6597D">
        <w:rPr>
          <w:rFonts w:cs="Arial"/>
          <w:sz w:val="20"/>
          <w:szCs w:val="20"/>
          <w:highlight w:val="yellow"/>
        </w:rPr>
        <w:t>_______________</w:t>
      </w:r>
    </w:p>
    <w:p w14:paraId="1AD1AF2F" w14:textId="77777777" w:rsidR="00F059B5" w:rsidRPr="00E6597D" w:rsidRDefault="00F059B5" w:rsidP="00F059B5">
      <w:pPr>
        <w:spacing w:before="240"/>
        <w:jc w:val="both"/>
        <w:rPr>
          <w:rFonts w:cs="Arial"/>
          <w:sz w:val="20"/>
          <w:szCs w:val="20"/>
        </w:rPr>
      </w:pPr>
      <w:r w:rsidRPr="00E6597D">
        <w:rPr>
          <w:rFonts w:cs="Arial"/>
          <w:sz w:val="20"/>
          <w:szCs w:val="20"/>
        </w:rPr>
        <w:t>Podpis:</w:t>
      </w:r>
      <w:r w:rsidRPr="00E6597D">
        <w:rPr>
          <w:rFonts w:cs="Arial"/>
          <w:sz w:val="20"/>
          <w:szCs w:val="20"/>
        </w:rPr>
        <w:tab/>
      </w:r>
      <w:r w:rsidRPr="00E6597D">
        <w:rPr>
          <w:rFonts w:cs="Arial"/>
          <w:sz w:val="20"/>
          <w:szCs w:val="20"/>
          <w:highlight w:val="yellow"/>
        </w:rPr>
        <w:t>______________________________________________________________</w:t>
      </w:r>
    </w:p>
    <w:p w14:paraId="13F096B8" w14:textId="793A6D7F" w:rsidR="00932EB1" w:rsidRPr="00C7652B" w:rsidRDefault="00F059B5" w:rsidP="00F059B5">
      <w:pPr>
        <w:tabs>
          <w:tab w:val="left" w:pos="567"/>
        </w:tabs>
        <w:spacing w:after="120" w:line="240" w:lineRule="auto"/>
        <w:ind w:left="709"/>
        <w:rPr>
          <w:rFonts w:eastAsia="Century Schoolbook" w:cs="Times New Roman"/>
          <w:color w:val="414751"/>
          <w:sz w:val="20"/>
          <w:szCs w:val="20"/>
          <w:lang w:eastAsia="cs-CZ"/>
        </w:rPr>
      </w:pPr>
      <w:r w:rsidRPr="00E6597D">
        <w:rPr>
          <w:rFonts w:cs="Arial"/>
          <w:sz w:val="20"/>
          <w:szCs w:val="20"/>
        </w:rPr>
        <w:tab/>
        <w:t xml:space="preserve">             </w:t>
      </w:r>
      <w:r w:rsidRPr="00E6597D">
        <w:rPr>
          <w:rFonts w:cs="Arial"/>
          <w:i/>
          <w:sz w:val="20"/>
          <w:szCs w:val="20"/>
        </w:rPr>
        <w:t>titul, jméno, příjmení, funkce, razítko oprávněné osoby jednat za účastníka</w:t>
      </w:r>
    </w:p>
    <w:sectPr w:rsidR="00932EB1" w:rsidRPr="00C7652B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49688" w14:textId="77777777" w:rsidR="000A01E8" w:rsidRDefault="000A01E8" w:rsidP="004A044C">
      <w:pPr>
        <w:spacing w:line="240" w:lineRule="auto"/>
      </w:pPr>
      <w:r>
        <w:separator/>
      </w:r>
    </w:p>
  </w:endnote>
  <w:endnote w:type="continuationSeparator" w:id="0">
    <w:p w14:paraId="7BF6AD5B" w14:textId="77777777" w:rsidR="000A01E8" w:rsidRDefault="000A01E8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D3646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25B74A0" wp14:editId="7995EA53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7C594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47AFCEC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D45BFAD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5B74A0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337C594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47AFCEC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D45BFAD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74B67F2" wp14:editId="72DF50B4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C280684" wp14:editId="268F0358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5E1FFA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73FD9AED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32D5F85" w14:textId="27948303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CD0C7A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C28068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565E1FFA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73FD9AED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632D5F85" w14:textId="27948303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n</w:t>
                    </w:r>
                    <w:r w:rsidR="00CD0C7A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801784" wp14:editId="681306E8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B56971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6B9ADF5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2F776E97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801784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15B56971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6B9ADF5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2F776E97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CFCD7F6" wp14:editId="4AF5BE80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09A0EF0" wp14:editId="413BF03E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6370D" w14:textId="77777777" w:rsidR="000A01E8" w:rsidRDefault="000A01E8" w:rsidP="004A044C">
      <w:pPr>
        <w:spacing w:line="240" w:lineRule="auto"/>
      </w:pPr>
      <w:r>
        <w:separator/>
      </w:r>
    </w:p>
  </w:footnote>
  <w:footnote w:type="continuationSeparator" w:id="0">
    <w:p w14:paraId="3C8C36DC" w14:textId="77777777" w:rsidR="000A01E8" w:rsidRDefault="000A01E8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FA56D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2E09217" wp14:editId="7C512796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0689E47" wp14:editId="588CF337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01E8"/>
    <w:rsid w:val="000A73EC"/>
    <w:rsid w:val="000C4F3C"/>
    <w:rsid w:val="000C7F59"/>
    <w:rsid w:val="000D025F"/>
    <w:rsid w:val="000F7A22"/>
    <w:rsid w:val="00101773"/>
    <w:rsid w:val="00125813"/>
    <w:rsid w:val="00147316"/>
    <w:rsid w:val="001B732C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462009"/>
    <w:rsid w:val="0047111E"/>
    <w:rsid w:val="004A044C"/>
    <w:rsid w:val="004A68D9"/>
    <w:rsid w:val="004B58A4"/>
    <w:rsid w:val="004C6686"/>
    <w:rsid w:val="00507B10"/>
    <w:rsid w:val="00540947"/>
    <w:rsid w:val="00580EDE"/>
    <w:rsid w:val="005964DC"/>
    <w:rsid w:val="005B402A"/>
    <w:rsid w:val="005C64DB"/>
    <w:rsid w:val="005E3326"/>
    <w:rsid w:val="006018E2"/>
    <w:rsid w:val="00602BF7"/>
    <w:rsid w:val="00610F48"/>
    <w:rsid w:val="00657FE1"/>
    <w:rsid w:val="006C53A2"/>
    <w:rsid w:val="006E2395"/>
    <w:rsid w:val="006F2635"/>
    <w:rsid w:val="0071483B"/>
    <w:rsid w:val="007476D3"/>
    <w:rsid w:val="00824631"/>
    <w:rsid w:val="008650CD"/>
    <w:rsid w:val="008D7434"/>
    <w:rsid w:val="008E311B"/>
    <w:rsid w:val="008F4FC4"/>
    <w:rsid w:val="008F6A0E"/>
    <w:rsid w:val="00932EB1"/>
    <w:rsid w:val="009876AE"/>
    <w:rsid w:val="009969EB"/>
    <w:rsid w:val="009A699B"/>
    <w:rsid w:val="009D5529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25962"/>
    <w:rsid w:val="00B34585"/>
    <w:rsid w:val="00BC0A5A"/>
    <w:rsid w:val="00BE3091"/>
    <w:rsid w:val="00C070C0"/>
    <w:rsid w:val="00C207E1"/>
    <w:rsid w:val="00C26BA0"/>
    <w:rsid w:val="00C7652B"/>
    <w:rsid w:val="00CB12E8"/>
    <w:rsid w:val="00CC21A3"/>
    <w:rsid w:val="00CC227C"/>
    <w:rsid w:val="00CD0C7A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30D5"/>
    <w:rsid w:val="00E87CBA"/>
    <w:rsid w:val="00E94005"/>
    <w:rsid w:val="00EE60B1"/>
    <w:rsid w:val="00F059B5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6ED3B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8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9</cp:revision>
  <cp:lastPrinted>2025-02-20T13:28:00Z</cp:lastPrinted>
  <dcterms:created xsi:type="dcterms:W3CDTF">2025-05-20T07:47:00Z</dcterms:created>
  <dcterms:modified xsi:type="dcterms:W3CDTF">2025-07-23T12:23:00Z</dcterms:modified>
</cp:coreProperties>
</file>